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EB006" w14:textId="7C9EA489" w:rsidR="0056153A" w:rsidRPr="0056153A" w:rsidRDefault="006564DA" w:rsidP="0056153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>
        <w:rPr>
          <w:rFonts w:asciiTheme="majorHAnsi" w:hAnsiTheme="majorHAnsi" w:cstheme="majorHAnsi"/>
          <w:b/>
          <w:bCs/>
          <w:color w:val="AEAAAA" w:themeColor="background2" w:themeShade="BF"/>
        </w:rPr>
        <w:t>WHITENING</w:t>
      </w:r>
      <w:r w:rsidR="0056153A" w:rsidRPr="0056153A">
        <w:rPr>
          <w:rFonts w:asciiTheme="majorHAnsi" w:hAnsiTheme="majorHAnsi" w:cstheme="majorHAnsi"/>
          <w:b/>
          <w:bCs/>
          <w:color w:val="AEAAAA" w:themeColor="background2" w:themeShade="BF"/>
        </w:rPr>
        <w:t xml:space="preserve"> FOLLOW-UP EMAIL</w:t>
      </w:r>
    </w:p>
    <w:p w14:paraId="2B8383D0" w14:textId="77777777" w:rsidR="0056153A" w:rsidRPr="0056153A" w:rsidRDefault="0056153A" w:rsidP="0056153A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56153A">
        <w:rPr>
          <w:rFonts w:asciiTheme="majorHAnsi" w:hAnsiTheme="majorHAnsi" w:cstheme="majorHAnsi"/>
          <w:color w:val="AEAAAA" w:themeColor="background2" w:themeShade="BF"/>
        </w:rPr>
        <w:t>SUBJECT + PREVIEW</w:t>
      </w:r>
    </w:p>
    <w:p w14:paraId="6F648DCA" w14:textId="36949450" w:rsidR="0056153A" w:rsidRPr="0056153A" w:rsidRDefault="006564DA" w:rsidP="0056153A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Did you know we offer professional teeth whitening treatments?x</w:t>
      </w:r>
    </w:p>
    <w:p w14:paraId="7FA071CE" w14:textId="0F795EAD" w:rsidR="0056153A" w:rsidRPr="0056153A" w:rsidRDefault="006564DA" w:rsidP="0056153A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Achieve a brighter, healthier smile</w:t>
      </w:r>
    </w:p>
    <w:p w14:paraId="493AF854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7655782B" w14:textId="77777777" w:rsidR="0056153A" w:rsidRPr="0056153A" w:rsidRDefault="0056153A" w:rsidP="0056153A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56153A">
        <w:rPr>
          <w:rFonts w:asciiTheme="majorHAnsi" w:hAnsiTheme="majorHAnsi" w:cstheme="majorHAnsi"/>
          <w:color w:val="AEAAAA" w:themeColor="background2" w:themeShade="BF"/>
        </w:rPr>
        <w:t>IMAGE HEADLINE</w:t>
      </w:r>
    </w:p>
    <w:p w14:paraId="47EFF8AA" w14:textId="5C7B1840" w:rsidR="0056153A" w:rsidRPr="0056153A" w:rsidRDefault="00AB482E" w:rsidP="0056153A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Get a brighter, whiter simle</w:t>
      </w:r>
    </w:p>
    <w:p w14:paraId="5C237317" w14:textId="77777777" w:rsidR="0056153A" w:rsidRPr="0056153A" w:rsidRDefault="0056153A" w:rsidP="0056153A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</w:p>
    <w:p w14:paraId="57031152" w14:textId="77777777" w:rsidR="0056153A" w:rsidRPr="0056153A" w:rsidRDefault="0056153A" w:rsidP="0056153A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56153A">
        <w:rPr>
          <w:rFonts w:asciiTheme="majorHAnsi" w:hAnsiTheme="majorHAnsi" w:cstheme="majorHAnsi"/>
          <w:color w:val="AEAAAA" w:themeColor="background2" w:themeShade="BF"/>
        </w:rPr>
        <w:t>COPY</w:t>
      </w:r>
    </w:p>
    <w:p w14:paraId="3F6EEAE6" w14:textId="77777777" w:rsidR="00AB482E" w:rsidRDefault="00AB482E" w:rsidP="0056153A">
      <w:pPr>
        <w:pStyle w:val="Default"/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If you wish you had a brighter smile, you’re not alone. Here are some simple reminders to help you avoid stains:</w:t>
      </w:r>
    </w:p>
    <w:p w14:paraId="22D629D4" w14:textId="77777777" w:rsidR="00AB482E" w:rsidRDefault="00AB482E" w:rsidP="00AB482E">
      <w:pPr>
        <w:pStyle w:val="Default"/>
        <w:numPr>
          <w:ilvl w:val="0"/>
          <w:numId w:val="2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Be diligent about avoiding the foods and beverages  that cause staining</w:t>
      </w:r>
    </w:p>
    <w:p w14:paraId="586262C4" w14:textId="77777777" w:rsidR="00AB482E" w:rsidRDefault="00AB482E" w:rsidP="00AB482E">
      <w:pPr>
        <w:pStyle w:val="Default"/>
        <w:numPr>
          <w:ilvl w:val="0"/>
          <w:numId w:val="2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Brush twice daily with a Philips Sonicare power toothbrush</w:t>
      </w:r>
    </w:p>
    <w:p w14:paraId="701B105E" w14:textId="7E1074EB" w:rsidR="0056153A" w:rsidRDefault="00AB482E" w:rsidP="00AB482E">
      <w:pPr>
        <w:pStyle w:val="Default"/>
        <w:numPr>
          <w:ilvl w:val="0"/>
          <w:numId w:val="2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Change your brush head every three months for maximum effectiveness</w:t>
      </w:r>
    </w:p>
    <w:p w14:paraId="595FE3B1" w14:textId="298E9E7C" w:rsidR="00AB482E" w:rsidRDefault="00AB482E" w:rsidP="0056153A">
      <w:pPr>
        <w:pStyle w:val="Default"/>
        <w:rPr>
          <w:rFonts w:asciiTheme="majorHAnsi" w:hAnsiTheme="majorHAnsi" w:cstheme="majorHAnsi"/>
        </w:rPr>
      </w:pPr>
    </w:p>
    <w:p w14:paraId="71DA1109" w14:textId="77777777" w:rsidR="00AB482E" w:rsidRDefault="00AB482E" w:rsidP="00AB482E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In </w:t>
      </w:r>
      <w:r w:rsidRPr="00AB482E">
        <w:rPr>
          <w:rFonts w:asciiTheme="majorHAnsi" w:hAnsiTheme="majorHAnsi" w:cstheme="majorHAnsi"/>
        </w:rPr>
        <w:t>addition, consider the following Philips products and treatments to help you achieve your brighter, whiter smile.</w:t>
      </w:r>
    </w:p>
    <w:p w14:paraId="2F062253" w14:textId="77777777" w:rsidR="00AB482E" w:rsidRDefault="00AB482E" w:rsidP="00D6220C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Philips Zoom in-office treatment</w:t>
      </w:r>
    </w:p>
    <w:p w14:paraId="1C62C807" w14:textId="77777777" w:rsidR="00AB482E" w:rsidRDefault="00AB482E" w:rsidP="00D6220C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Philips Zoom take-home whitening kits</w:t>
      </w:r>
    </w:p>
    <w:p w14:paraId="65B879C5" w14:textId="2EDE2CA0" w:rsidR="00AB482E" w:rsidRPr="00AB482E" w:rsidRDefault="00AB482E" w:rsidP="00D6220C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Philips Zoom whitening pen</w:t>
      </w:r>
    </w:p>
    <w:p w14:paraId="3C1D4B3D" w14:textId="77777777" w:rsidR="00AB482E" w:rsidRDefault="00AB482E" w:rsidP="00D6220C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Sonicare DiamondClean Smart</w:t>
      </w:r>
    </w:p>
    <w:p w14:paraId="5EDA3BE3" w14:textId="77777777" w:rsidR="00AB482E" w:rsidRDefault="00AB482E" w:rsidP="00D6220C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</w:t>
      </w:r>
      <w:r w:rsidRPr="00AB482E">
        <w:rPr>
          <w:rFonts w:asciiTheme="majorHAnsi" w:hAnsiTheme="majorHAnsi" w:cstheme="majorHAnsi"/>
        </w:rPr>
        <w:t>onicare Premium All-in-One brush heads</w:t>
      </w:r>
    </w:p>
    <w:p w14:paraId="5F62BB55" w14:textId="0CC3B1F5" w:rsidR="00AB482E" w:rsidRDefault="00AB482E" w:rsidP="00D6220C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Sonicare Premium White brush heads</w:t>
      </w:r>
    </w:p>
    <w:p w14:paraId="50215E15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2B233162" w14:textId="6E955E5E" w:rsidR="0056153A" w:rsidRPr="0056153A" w:rsidRDefault="005C43E6" w:rsidP="0056153A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Ask us at your next appointment, or feel free to call or email if you have any questions.</w:t>
      </w:r>
    </w:p>
    <w:p w14:paraId="002A49B5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715A54B5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See you at your next appointment,</w:t>
      </w:r>
    </w:p>
    <w:p w14:paraId="31708730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[DP office name]</w:t>
      </w:r>
    </w:p>
    <w:p w14:paraId="1518E587" w14:textId="77777777" w:rsidR="00D0166E" w:rsidRDefault="00D0166E"/>
    <w:sectPr w:rsidR="00D016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C01BD" w14:textId="77777777" w:rsidR="003C1386" w:rsidRDefault="003C1386" w:rsidP="00FD725E">
      <w:r>
        <w:separator/>
      </w:r>
    </w:p>
  </w:endnote>
  <w:endnote w:type="continuationSeparator" w:id="0">
    <w:p w14:paraId="1F437FA1" w14:textId="77777777" w:rsidR="003C1386" w:rsidRDefault="003C1386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1A34C" w14:textId="77777777" w:rsidR="003C1386" w:rsidRDefault="003C1386" w:rsidP="00FD725E">
      <w:r>
        <w:separator/>
      </w:r>
    </w:p>
  </w:footnote>
  <w:footnote w:type="continuationSeparator" w:id="0">
    <w:p w14:paraId="05ADBF5D" w14:textId="77777777" w:rsidR="003C1386" w:rsidRDefault="003C1386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364C0"/>
    <w:multiLevelType w:val="hybridMultilevel"/>
    <w:tmpl w:val="E16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1D48"/>
    <w:multiLevelType w:val="hybridMultilevel"/>
    <w:tmpl w:val="00C0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2223B"/>
    <w:rsid w:val="002A2E86"/>
    <w:rsid w:val="003C1386"/>
    <w:rsid w:val="0056153A"/>
    <w:rsid w:val="005C43E6"/>
    <w:rsid w:val="006564DA"/>
    <w:rsid w:val="00AB482E"/>
    <w:rsid w:val="00D0166E"/>
    <w:rsid w:val="00D3519C"/>
    <w:rsid w:val="00D6220C"/>
    <w:rsid w:val="00EF7CBC"/>
    <w:rsid w:val="00FB0111"/>
    <w:rsid w:val="00FD725E"/>
    <w:rsid w:val="00FF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5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56153A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B91906B8784084561FD557A7D8F9" ma:contentTypeVersion="13" ma:contentTypeDescription="Create a new document." ma:contentTypeScope="" ma:versionID="0a8ef1fed2ec940719e7a67b837affe0">
  <xsd:schema xmlns:xsd="http://www.w3.org/2001/XMLSchema" xmlns:xs="http://www.w3.org/2001/XMLSchema" xmlns:p="http://schemas.microsoft.com/office/2006/metadata/properties" xmlns:ns2="af5e2c6d-0062-4efa-a2d4-65ce81211f82" xmlns:ns3="b70f7621-45be-4ace-b597-b161e2691057" targetNamespace="http://schemas.microsoft.com/office/2006/metadata/properties" ma:root="true" ma:fieldsID="241b5b3c13371bf241148beb5a285106" ns2:_="" ns3:_="">
    <xsd:import namespace="af5e2c6d-0062-4efa-a2d4-65ce81211f82"/>
    <xsd:import namespace="b70f7621-45be-4ace-b597-b161e26910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e2c6d-0062-4efa-a2d4-65ce81211f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f7621-45be-4ace-b597-b161e2691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70f7621-45be-4ace-b597-b161e2691057">
      <UserInfo>
        <DisplayName/>
        <AccountId xsi:nil="true"/>
        <AccountType/>
      </UserInfo>
    </SharedWithUsers>
    <MediaLengthInSeconds xmlns="af5e2c6d-0062-4efa-a2d4-65ce81211f82" xsi:nil="true"/>
  </documentManagement>
</p:properties>
</file>

<file path=customXml/itemProps1.xml><?xml version="1.0" encoding="utf-8"?>
<ds:datastoreItem xmlns:ds="http://schemas.openxmlformats.org/officeDocument/2006/customXml" ds:itemID="{9477A6B4-59EA-4CA3-A754-371647708163}"/>
</file>

<file path=customXml/itemProps2.xml><?xml version="1.0" encoding="utf-8"?>
<ds:datastoreItem xmlns:ds="http://schemas.openxmlformats.org/officeDocument/2006/customXml" ds:itemID="{DD58674D-700C-4A1C-B102-419246D2CED0}"/>
</file>

<file path=customXml/itemProps3.xml><?xml version="1.0" encoding="utf-8"?>
<ds:datastoreItem xmlns:ds="http://schemas.openxmlformats.org/officeDocument/2006/customXml" ds:itemID="{B98FF2AC-7CFC-4ECF-AFED-991CAC8C0C8F}"/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3</TotalTime>
  <Pages>1</Pages>
  <Words>148</Words>
  <Characters>822</Characters>
  <Application>Microsoft Office Word</Application>
  <DocSecurity>0</DocSecurity>
  <Lines>32</Lines>
  <Paragraphs>22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Michael Dolan</cp:lastModifiedBy>
  <cp:revision>7</cp:revision>
  <dcterms:created xsi:type="dcterms:W3CDTF">2021-04-20T22:27:00Z</dcterms:created>
  <dcterms:modified xsi:type="dcterms:W3CDTF">2021-09-09T21:06:00Z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0x010100322FB91906B8784084561FD557A7D8F9</vt:lpwstr>
  </property>
  <property fmtid="{D5CDD505-2E9C-101B-9397-08002B2CF9AE}" pid="3" name="Order">
    <vt:r8>729800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